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2BCEE0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378C5">
        <w:rPr>
          <w:rStyle w:val="Strong"/>
          <w:rFonts w:asciiTheme="minorHAnsi" w:hAnsiTheme="minorHAnsi" w:cstheme="minorHAnsi"/>
          <w:lang w:val="en-GB"/>
        </w:rPr>
        <w:t>22-G003-23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C9330C2" w:rsidR="00B0293A" w:rsidRPr="00532E97" w:rsidRDefault="00DF5BF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06/11/2023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B0CB607" w:rsidR="00B0293A" w:rsidRPr="00CB6DDC" w:rsidRDefault="00DF5BF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08/11/2023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EB6164B" w:rsidR="00B0293A" w:rsidRPr="00251A4B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4FBEB01" w:rsidR="00B0293A" w:rsidRPr="00CB6DDC" w:rsidRDefault="00DF5BF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15/11/2023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F73623C" w:rsidR="00B0293A" w:rsidRPr="00532E97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17/11/2023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F992354" w:rsidR="00B0293A" w:rsidRPr="00532E97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20/11/2023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2854013" w:rsidR="00B0293A" w:rsidRPr="00532E97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7D36561" w:rsidR="00B0293A" w:rsidRPr="00532E97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05/12/2023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C13F4BD" w:rsidR="00B0293A" w:rsidRPr="00532E97" w:rsidRDefault="00DF5BF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06/12/2023</w:t>
            </w:r>
            <w:bookmarkStart w:id="1" w:name="_GoBack"/>
            <w:bookmarkEnd w:id="1"/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7A2D5" w14:textId="77777777" w:rsidR="006206F5" w:rsidRDefault="006206F5">
      <w:r>
        <w:separator/>
      </w:r>
    </w:p>
  </w:endnote>
  <w:endnote w:type="continuationSeparator" w:id="0">
    <w:p w14:paraId="6BE7F40C" w14:textId="77777777" w:rsidR="006206F5" w:rsidRDefault="006206F5">
      <w:r>
        <w:continuationSeparator/>
      </w:r>
    </w:p>
  </w:endnote>
  <w:endnote w:type="continuationNotice" w:id="1">
    <w:p w14:paraId="234CD5D2" w14:textId="77777777" w:rsidR="006206F5" w:rsidRDefault="00620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2E2618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5BF9">
      <w:rPr>
        <w:noProof/>
      </w:rPr>
      <w:t>2023-11-03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6EA35" w14:textId="77777777" w:rsidR="006206F5" w:rsidRDefault="006206F5">
      <w:r>
        <w:separator/>
      </w:r>
    </w:p>
  </w:footnote>
  <w:footnote w:type="continuationSeparator" w:id="0">
    <w:p w14:paraId="3211AF8C" w14:textId="77777777" w:rsidR="006206F5" w:rsidRDefault="006206F5">
      <w:r>
        <w:continuationSeparator/>
      </w:r>
    </w:p>
  </w:footnote>
  <w:footnote w:type="continuationNotice" w:id="1">
    <w:p w14:paraId="6B7D8A02" w14:textId="77777777" w:rsidR="006206F5" w:rsidRDefault="00620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4F321B51" w:rsidR="00133D55" w:rsidRPr="005378C5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  <w:bCs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5378C5">
      <w:rPr>
        <w:rFonts w:asciiTheme="minorHAnsi" w:hAnsiTheme="minorHAnsi" w:cs="Calibri"/>
        <w:b/>
        <w:bCs/>
        <w:sz w:val="20"/>
      </w:rPr>
      <w:t>RFQ-22-G003-23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378C5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6F5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58F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7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BF9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820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A2B93-B844-4E30-9300-4C31C84A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2023-11-01T23:01:00Z</dcterms:created>
  <dcterms:modified xsi:type="dcterms:W3CDTF">2023-11-02T21:29:00Z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